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="00511616">
        <w:rPr>
          <w:snapToGrid w:val="0"/>
        </w:rPr>
        <w:t>říkazní smlouvě</w:t>
      </w:r>
    </w:p>
    <w:p w:rsidR="00511616" w:rsidRPr="00DE29B2" w:rsidRDefault="00511616" w:rsidP="00511616">
      <w:pPr>
        <w:pStyle w:val="Nadpis1"/>
        <w:jc w:val="both"/>
        <w:rPr>
          <w:b w:val="0"/>
          <w:snapToGrid w:val="0"/>
        </w:rPr>
      </w:pPr>
      <w:r w:rsidRPr="00DE29B2">
        <w:rPr>
          <w:b w:val="0"/>
          <w:snapToGrid w:val="0"/>
          <w:sz w:val="24"/>
          <w:szCs w:val="24"/>
        </w:rPr>
        <w:t>(stavba „</w:t>
      </w:r>
      <w:r w:rsidR="001F00D8">
        <w:rPr>
          <w:b w:val="0"/>
          <w:snapToGrid w:val="0"/>
          <w:sz w:val="24"/>
          <w:szCs w:val="24"/>
        </w:rPr>
        <w:t>Centrum služeb a řemesel ul. Soškova, Nové Město na Moravě</w:t>
      </w:r>
      <w:r w:rsidR="00DE29B2" w:rsidRPr="00DE29B2">
        <w:rPr>
          <w:b w:val="0"/>
          <w:sz w:val="22"/>
          <w:szCs w:val="22"/>
        </w:rPr>
        <w:t>“</w:t>
      </w:r>
      <w:r w:rsidRPr="00DE29B2">
        <w:rPr>
          <w:b w:val="0"/>
          <w:sz w:val="24"/>
          <w:szCs w:val="24"/>
        </w:rPr>
        <w:t>)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proofErr w:type="gramStart"/>
      <w:r w:rsidRPr="000C34D3">
        <w:rPr>
          <w:b/>
          <w:snapToGrid w:val="0"/>
          <w:sz w:val="52"/>
          <w:szCs w:val="52"/>
          <w:u w:val="single"/>
        </w:rPr>
        <w:t>PLNÁ  MOC</w:t>
      </w:r>
      <w:proofErr w:type="gramEnd"/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>v platném a</w:t>
      </w:r>
      <w:r w:rsidR="00CC1FD9">
        <w:rPr>
          <w:snapToGrid w:val="0"/>
          <w:sz w:val="22"/>
          <w:szCs w:val="22"/>
          <w:u w:val="single"/>
        </w:rPr>
        <w:t> </w:t>
      </w:r>
      <w:r w:rsidR="00F60550">
        <w:rPr>
          <w:snapToGrid w:val="0"/>
          <w:sz w:val="22"/>
          <w:szCs w:val="22"/>
          <w:u w:val="single"/>
        </w:rPr>
        <w:t xml:space="preserve">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proofErr w:type="spellStart"/>
      <w:r>
        <w:rPr>
          <w:snapToGrid w:val="0"/>
          <w:sz w:val="22"/>
          <w:szCs w:val="22"/>
        </w:rPr>
        <w:t>spis.zn</w:t>
      </w:r>
      <w:proofErr w:type="spellEnd"/>
      <w:r>
        <w:rPr>
          <w:snapToGrid w:val="0"/>
          <w:sz w:val="22"/>
          <w:szCs w:val="22"/>
        </w:rPr>
        <w:t xml:space="preserve">.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…………………..</w:t>
      </w:r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…………………………………………..</w:t>
      </w:r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</w:t>
      </w:r>
      <w:r w:rsidR="00CC1FD9">
        <w:rPr>
          <w:snapToGrid w:val="0"/>
          <w:sz w:val="22"/>
          <w:szCs w:val="22"/>
        </w:rPr>
        <w:t> </w:t>
      </w:r>
      <w:r w:rsidRPr="002E2F7E">
        <w:rPr>
          <w:snapToGrid w:val="0"/>
          <w:sz w:val="22"/>
          <w:szCs w:val="22"/>
        </w:rPr>
        <w:t xml:space="preserve">uvedením do provozu </w:t>
      </w:r>
      <w:r w:rsidR="00FD00CB">
        <w:rPr>
          <w:snapToGrid w:val="0"/>
          <w:sz w:val="22"/>
          <w:szCs w:val="22"/>
        </w:rPr>
        <w:t>díla</w:t>
      </w:r>
      <w:r w:rsidRPr="002E2F7E">
        <w:rPr>
          <w:snapToGrid w:val="0"/>
          <w:sz w:val="22"/>
          <w:szCs w:val="22"/>
        </w:rPr>
        <w:t>:</w:t>
      </w:r>
    </w:p>
    <w:p w:rsidR="00545E59" w:rsidRPr="00D7458A" w:rsidRDefault="00545E59" w:rsidP="00545E59">
      <w:pPr>
        <w:pStyle w:val="Nadpis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E29B2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F00D8">
        <w:rPr>
          <w:rFonts w:ascii="Times New Roman" w:hAnsi="Times New Roman" w:cs="Times New Roman"/>
          <w:i w:val="0"/>
          <w:snapToGrid w:val="0"/>
          <w:sz w:val="24"/>
          <w:szCs w:val="24"/>
        </w:rPr>
        <w:t>Centrum služeb a řemesel ul. Soškova, Nové Město na Moravě</w:t>
      </w:r>
    </w:p>
    <w:p w:rsidR="00545E59" w:rsidRPr="002E2F7E" w:rsidRDefault="00545E59" w:rsidP="00545E59">
      <w:pPr>
        <w:rPr>
          <w:b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="00511616">
        <w:rPr>
          <w:snapToGrid w:val="0"/>
          <w:sz w:val="22"/>
          <w:szCs w:val="22"/>
        </w:rPr>
        <w:t>říkazní smlouvy</w:t>
      </w:r>
      <w:bookmarkStart w:id="0" w:name="_GoBack"/>
      <w:bookmarkEnd w:id="0"/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 xml:space="preserve">jménem a na účet zmocnitele při jednáních se správními orgány, zhotovitelem </w:t>
      </w:r>
      <w:r w:rsidR="00FD00CB">
        <w:rPr>
          <w:snapToGrid w:val="0"/>
          <w:sz w:val="22"/>
          <w:szCs w:val="22"/>
        </w:rPr>
        <w:t>díla</w:t>
      </w:r>
      <w:r w:rsidRPr="00342273">
        <w:rPr>
          <w:snapToGrid w:val="0"/>
          <w:sz w:val="22"/>
          <w:szCs w:val="22"/>
        </w:rPr>
        <w:t xml:space="preserve">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Zmocnitel: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lastRenderedPageBreak/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Zmocněn</w:t>
      </w:r>
      <w:r w:rsidR="0049249B">
        <w:rPr>
          <w:snapToGrid w:val="0"/>
          <w:sz w:val="22"/>
          <w:szCs w:val="22"/>
        </w:rPr>
        <w:t>e</w:t>
      </w:r>
      <w:r w:rsidRPr="002E2F7E">
        <w:rPr>
          <w:snapToGrid w:val="0"/>
          <w:sz w:val="22"/>
          <w:szCs w:val="22"/>
        </w:rPr>
        <w:t>c: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E40" w:rsidRDefault="00793E40">
      <w:r>
        <w:separator/>
      </w:r>
    </w:p>
  </w:endnote>
  <w:endnote w:type="continuationSeparator" w:id="0">
    <w:p w:rsidR="00793E40" w:rsidRDefault="0079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F8E" w:rsidRDefault="006D5F3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F8E" w:rsidRDefault="006D5F3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7458A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E40" w:rsidRDefault="00793E40">
      <w:r>
        <w:separator/>
      </w:r>
    </w:p>
  </w:footnote>
  <w:footnote w:type="continuationSeparator" w:id="0">
    <w:p w:rsidR="00793E40" w:rsidRDefault="00793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77F3B"/>
    <w:rsid w:val="00180073"/>
    <w:rsid w:val="001806C8"/>
    <w:rsid w:val="00183D3F"/>
    <w:rsid w:val="00195D09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00D8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157A"/>
    <w:rsid w:val="002556F0"/>
    <w:rsid w:val="002725FF"/>
    <w:rsid w:val="0028071F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44F6"/>
    <w:rsid w:val="00386EFF"/>
    <w:rsid w:val="00390D45"/>
    <w:rsid w:val="00392F8C"/>
    <w:rsid w:val="00393A9E"/>
    <w:rsid w:val="00397001"/>
    <w:rsid w:val="003A7D79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2D1A"/>
    <w:rsid w:val="00463982"/>
    <w:rsid w:val="00467BFD"/>
    <w:rsid w:val="00471EE5"/>
    <w:rsid w:val="004770D8"/>
    <w:rsid w:val="004811E5"/>
    <w:rsid w:val="004860D0"/>
    <w:rsid w:val="0048769F"/>
    <w:rsid w:val="00487808"/>
    <w:rsid w:val="0049249B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11616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124A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5F3C"/>
    <w:rsid w:val="006D602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0CB2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93E40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0B98"/>
    <w:rsid w:val="00922C3F"/>
    <w:rsid w:val="00925CDE"/>
    <w:rsid w:val="009275C3"/>
    <w:rsid w:val="009336E9"/>
    <w:rsid w:val="00940937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75E48"/>
    <w:rsid w:val="00A81392"/>
    <w:rsid w:val="00A92E6E"/>
    <w:rsid w:val="00A967E1"/>
    <w:rsid w:val="00AD1F86"/>
    <w:rsid w:val="00AD5C42"/>
    <w:rsid w:val="00AE0A46"/>
    <w:rsid w:val="00AE68FF"/>
    <w:rsid w:val="00AE6F23"/>
    <w:rsid w:val="00AF0A73"/>
    <w:rsid w:val="00AF225B"/>
    <w:rsid w:val="00AF7186"/>
    <w:rsid w:val="00B03149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2E2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1FD9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37541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7458A"/>
    <w:rsid w:val="00D83B74"/>
    <w:rsid w:val="00D87F1A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29B2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74399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D00CB"/>
    <w:rsid w:val="00FD4096"/>
    <w:rsid w:val="00FD72E7"/>
    <w:rsid w:val="00FE0E90"/>
    <w:rsid w:val="00FE55DB"/>
    <w:rsid w:val="00FF439D"/>
    <w:rsid w:val="00FF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82DD8A"/>
  <w15:docId w15:val="{AD15F5F8-C08F-4B49-84FA-B8F041DC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FD72E7"/>
  </w:style>
  <w:style w:type="paragraph" w:styleId="Nadpis1">
    <w:name w:val="heading 1"/>
    <w:basedOn w:val="Normln"/>
    <w:next w:val="Normln"/>
    <w:link w:val="Nadpis1Char"/>
    <w:qFormat/>
    <w:rsid w:val="00FD72E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D72E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D72E7"/>
    <w:pPr>
      <w:ind w:left="283" w:hanging="283"/>
    </w:pPr>
  </w:style>
  <w:style w:type="paragraph" w:styleId="Seznam2">
    <w:name w:val="List 2"/>
    <w:basedOn w:val="Normln"/>
    <w:rsid w:val="00FD72E7"/>
    <w:pPr>
      <w:ind w:left="566" w:hanging="283"/>
    </w:pPr>
  </w:style>
  <w:style w:type="paragraph" w:styleId="Nzev">
    <w:name w:val="Title"/>
    <w:basedOn w:val="Normln"/>
    <w:qFormat/>
    <w:rsid w:val="00FD72E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D72E7"/>
    <w:pPr>
      <w:spacing w:after="120"/>
      <w:ind w:left="283"/>
    </w:pPr>
  </w:style>
  <w:style w:type="paragraph" w:styleId="Zkladntext3">
    <w:name w:val="Body Text 3"/>
    <w:basedOn w:val="Zkladntextodsazen"/>
    <w:rsid w:val="00FD72E7"/>
  </w:style>
  <w:style w:type="character" w:styleId="Odkaznakoment">
    <w:name w:val="annotation reference"/>
    <w:basedOn w:val="Standardnpsmoodstavce"/>
    <w:semiHidden/>
    <w:rsid w:val="00FD72E7"/>
    <w:rPr>
      <w:sz w:val="16"/>
    </w:rPr>
  </w:style>
  <w:style w:type="paragraph" w:styleId="Textkomente">
    <w:name w:val="annotation text"/>
    <w:basedOn w:val="Normln"/>
    <w:link w:val="TextkomenteChar"/>
    <w:semiHidden/>
    <w:rsid w:val="00FD72E7"/>
  </w:style>
  <w:style w:type="paragraph" w:customStyle="1" w:styleId="odrky">
    <w:name w:val="odr‡ěky"/>
    <w:basedOn w:val="Normln"/>
    <w:rsid w:val="00FD72E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511616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16</TotalTime>
  <Pages>2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Hemza Miloš</cp:lastModifiedBy>
  <cp:revision>15</cp:revision>
  <cp:lastPrinted>2013-04-22T13:00:00Z</cp:lastPrinted>
  <dcterms:created xsi:type="dcterms:W3CDTF">2018-10-09T06:14:00Z</dcterms:created>
  <dcterms:modified xsi:type="dcterms:W3CDTF">2025-01-20T15:53:00Z</dcterms:modified>
</cp:coreProperties>
</file>